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550AA3" w14:textId="4BCD09AA" w:rsidR="0085747A" w:rsidRPr="009C54AE" w:rsidRDefault="00385280" w:rsidP="00385280">
      <w:pPr>
        <w:spacing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</w:t>
      </w:r>
      <w:r w:rsidR="00CD6897"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 w:rsidRPr="00385280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br/>
      </w:r>
      <w:r>
        <w:rPr>
          <w:rFonts w:ascii="Corbel" w:hAnsi="Corbel"/>
          <w:bCs/>
          <w:i/>
        </w:rPr>
        <w:br/>
      </w:r>
      <w:r>
        <w:rPr>
          <w:rFonts w:ascii="Corbel" w:hAnsi="Corbel"/>
          <w:b/>
          <w:smallCaps/>
          <w:sz w:val="24"/>
          <w:szCs w:val="24"/>
        </w:rPr>
        <w:t xml:space="preserve">                                                                                                        </w:t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br/>
      </w:r>
    </w:p>
    <w:p w14:paraId="6A85E588" w14:textId="297672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2F66">
        <w:rPr>
          <w:rFonts w:ascii="Corbel" w:hAnsi="Corbel"/>
          <w:i/>
          <w:smallCaps/>
          <w:sz w:val="24"/>
          <w:szCs w:val="24"/>
        </w:rPr>
        <w:t>202</w:t>
      </w:r>
      <w:r w:rsidR="003F38E0">
        <w:rPr>
          <w:rFonts w:ascii="Corbel" w:hAnsi="Corbel"/>
          <w:i/>
          <w:smallCaps/>
          <w:sz w:val="24"/>
          <w:szCs w:val="24"/>
        </w:rPr>
        <w:t>4</w:t>
      </w:r>
      <w:r w:rsidR="00092F66">
        <w:rPr>
          <w:rFonts w:ascii="Corbel" w:hAnsi="Corbel"/>
          <w:i/>
          <w:smallCaps/>
          <w:sz w:val="24"/>
          <w:szCs w:val="24"/>
        </w:rPr>
        <w:t>-202</w:t>
      </w:r>
      <w:r w:rsidR="003F38E0">
        <w:rPr>
          <w:rFonts w:ascii="Corbel" w:hAnsi="Corbel"/>
          <w:i/>
          <w:smallCaps/>
          <w:sz w:val="24"/>
          <w:szCs w:val="24"/>
        </w:rPr>
        <w:t>9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4462A03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545C">
        <w:rPr>
          <w:rFonts w:ascii="Corbel" w:hAnsi="Corbel"/>
          <w:sz w:val="20"/>
          <w:szCs w:val="20"/>
        </w:rPr>
        <w:t>202</w:t>
      </w:r>
      <w:r w:rsidR="003F38E0">
        <w:rPr>
          <w:rFonts w:ascii="Corbel" w:hAnsi="Corbel"/>
          <w:sz w:val="20"/>
          <w:szCs w:val="20"/>
        </w:rPr>
        <w:t>8</w:t>
      </w:r>
      <w:r w:rsidR="0067545C">
        <w:rPr>
          <w:rFonts w:ascii="Corbel" w:hAnsi="Corbel"/>
          <w:sz w:val="20"/>
          <w:szCs w:val="20"/>
        </w:rPr>
        <w:t>/202</w:t>
      </w:r>
      <w:r w:rsidR="003F38E0">
        <w:rPr>
          <w:rFonts w:ascii="Corbel" w:hAnsi="Corbel"/>
          <w:sz w:val="20"/>
          <w:szCs w:val="20"/>
        </w:rPr>
        <w:t>9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1E543E1C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7233BA06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852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8D7A9CE" w:rsidR="00015B8F" w:rsidRPr="009C54AE" w:rsidRDefault="003F38E0" w:rsidP="003F38E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6E576715" w:rsidR="006879A8" w:rsidRPr="00F3370B" w:rsidRDefault="006879A8" w:rsidP="0040248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  <w:bookmarkStart w:id="0" w:name="_GoBack"/>
        <w:bookmarkEnd w:id="0"/>
      </w:tr>
      <w:tr w:rsidR="00E272B4" w:rsidRPr="009C54AE" w14:paraId="0079EEEF" w14:textId="77777777" w:rsidTr="006102B8">
        <w:tc>
          <w:tcPr>
            <w:tcW w:w="1962" w:type="dxa"/>
          </w:tcPr>
          <w:p w14:paraId="0D6639CA" w14:textId="7969325D" w:rsidR="00E272B4" w:rsidRPr="009C54AE" w:rsidRDefault="00E272B4" w:rsidP="00E27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E272B4" w:rsidRPr="00640505" w:rsidRDefault="00E272B4" w:rsidP="00E272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EE9E61C" w:rsidR="00E272B4" w:rsidRPr="00640505" w:rsidRDefault="00E272B4" w:rsidP="00E272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3F1E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E272B4" w:rsidRPr="009C54AE" w14:paraId="08CCAAC0" w14:textId="77777777" w:rsidTr="006102B8">
        <w:tc>
          <w:tcPr>
            <w:tcW w:w="1962" w:type="dxa"/>
          </w:tcPr>
          <w:p w14:paraId="60CFE565" w14:textId="629E5049" w:rsidR="00E272B4" w:rsidRPr="009C54AE" w:rsidRDefault="00E272B4" w:rsidP="00E27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E272B4" w:rsidRPr="00640505" w:rsidRDefault="00E272B4" w:rsidP="00E272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</w:tcPr>
          <w:p w14:paraId="76A0904C" w14:textId="5B5682E6" w:rsidR="00E272B4" w:rsidRPr="00640505" w:rsidRDefault="00E272B4" w:rsidP="00E272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3F1E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E272B4" w:rsidRPr="009C54AE" w14:paraId="6CB17010" w14:textId="77777777" w:rsidTr="006102B8">
        <w:tc>
          <w:tcPr>
            <w:tcW w:w="1962" w:type="dxa"/>
          </w:tcPr>
          <w:p w14:paraId="5851FE68" w14:textId="61109175" w:rsidR="00E272B4" w:rsidRPr="009C54AE" w:rsidRDefault="00E272B4" w:rsidP="00E272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E272B4" w:rsidRPr="00640505" w:rsidRDefault="00E272B4" w:rsidP="00E272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18B91F82" w:rsidR="00E272B4" w:rsidRPr="00640505" w:rsidRDefault="00E272B4" w:rsidP="00E272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3F1E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13F898D3" w:rsidR="0085747A" w:rsidRPr="009C54AE" w:rsidRDefault="00C61DC5" w:rsidP="00385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Muchacka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Chudyba,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Grafczyńska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Niczyporuk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Przychodzińska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Sacher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Nachtman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Wimmer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Elkonin,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Drzał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Smykowski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Vopel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232476" w14:textId="77777777" w:rsidR="00C44315" w:rsidRDefault="00C44315" w:rsidP="00C16ABF">
      <w:pPr>
        <w:spacing w:after="0" w:line="240" w:lineRule="auto"/>
      </w:pPr>
      <w:r>
        <w:separator/>
      </w:r>
    </w:p>
  </w:endnote>
  <w:endnote w:type="continuationSeparator" w:id="0">
    <w:p w14:paraId="01F05705" w14:textId="77777777" w:rsidR="00C44315" w:rsidRDefault="00C443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9BE0" w14:textId="77777777" w:rsidR="00C44315" w:rsidRDefault="00C44315" w:rsidP="00C16ABF">
      <w:pPr>
        <w:spacing w:after="0" w:line="240" w:lineRule="auto"/>
      </w:pPr>
      <w:r>
        <w:separator/>
      </w:r>
    </w:p>
  </w:footnote>
  <w:footnote w:type="continuationSeparator" w:id="0">
    <w:p w14:paraId="76BBC1B9" w14:textId="77777777" w:rsidR="00C44315" w:rsidRDefault="00C44315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0706"/>
    <w:rsid w:val="00084C12"/>
    <w:rsid w:val="00092F6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929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85280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38E0"/>
    <w:rsid w:val="00402487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17D57"/>
    <w:rsid w:val="005228EB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45C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04B5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9E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6A2"/>
    <w:rsid w:val="00BD3869"/>
    <w:rsid w:val="00BD66E9"/>
    <w:rsid w:val="00BD6FF4"/>
    <w:rsid w:val="00BF2C41"/>
    <w:rsid w:val="00C058B4"/>
    <w:rsid w:val="00C05F44"/>
    <w:rsid w:val="00C131B5"/>
    <w:rsid w:val="00C13FD6"/>
    <w:rsid w:val="00C16ABF"/>
    <w:rsid w:val="00C170AE"/>
    <w:rsid w:val="00C26205"/>
    <w:rsid w:val="00C26CB7"/>
    <w:rsid w:val="00C324C1"/>
    <w:rsid w:val="00C36992"/>
    <w:rsid w:val="00C44315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06AA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2B4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3FD6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570684DC-2ED9-4CE6-86DB-34B5F67D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5D7FD-1D3B-4482-9A51-EC2A8C76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64</TotalTime>
  <Pages>1</Pages>
  <Words>1038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2019-10-16T16:23:00Z</dcterms:created>
  <dcterms:modified xsi:type="dcterms:W3CDTF">2024-09-09T07:16:00Z</dcterms:modified>
</cp:coreProperties>
</file>